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533E8C" w:rsidP="00447B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</w:t>
      </w:r>
      <w:r w:rsidR="00543EC5"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 w:rsidR="00543EC5"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543E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8B7AAB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543EC5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VZ38_2021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Podpora a rozvoj systémové sběrnice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Talend</w:t>
            </w:r>
            <w:proofErr w:type="spellEnd"/>
          </w:p>
        </w:tc>
      </w:tr>
      <w:tr w:rsidR="008B7AAB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8B7AAB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543EC5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B7AAB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543E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B7AAB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543E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B7AAB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543E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B7AAB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543EC5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8B7AAB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B7AA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B7AA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B7AA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B7AA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B7AAB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B7AAB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543E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543E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543E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543EC5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543EC5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1B0881" w:rsidRPr="00447B8F" w:rsidRDefault="00543EC5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 xml:space="preserve">ekonomickou kvalifikaci </w:t>
      </w:r>
      <w:r>
        <w:rPr>
          <w:rFonts w:ascii="Arial" w:hAnsi="Arial" w:cs="Arial"/>
          <w:sz w:val="20"/>
          <w:szCs w:val="20"/>
        </w:rPr>
        <w:t>v rozsahu požadavků zadavatele uvedených v zadávací dokumentaci v části B. Kvalifikace v čl. III Ekonom</w:t>
      </w:r>
      <w:r w:rsidR="00B63984">
        <w:rPr>
          <w:rFonts w:ascii="Arial" w:hAnsi="Arial" w:cs="Arial"/>
          <w:sz w:val="20"/>
          <w:szCs w:val="20"/>
        </w:rPr>
        <w:t xml:space="preserve">ická kvalifikace podle § 78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>,</w:t>
      </w: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543EC5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Technická kvalifikace </w:t>
      </w:r>
      <w:r w:rsidR="00533E8C">
        <w:rPr>
          <w:rFonts w:ascii="Arial" w:hAnsi="Arial" w:cs="Arial"/>
          <w:sz w:val="20"/>
          <w:szCs w:val="20"/>
        </w:rPr>
        <w:t xml:space="preserve">podle </w:t>
      </w:r>
      <w:r w:rsidR="00657AF1" w:rsidRPr="00657AF1">
        <w:rPr>
          <w:rFonts w:ascii="Arial" w:hAnsi="Arial" w:cs="Arial"/>
          <w:sz w:val="20"/>
          <w:szCs w:val="20"/>
        </w:rPr>
        <w:t xml:space="preserve">§ 79 </w:t>
      </w:r>
      <w:r w:rsidR="00A004B7" w:rsidRPr="00447B8F">
        <w:rPr>
          <w:rFonts w:ascii="Arial" w:hAnsi="Arial" w:cs="Arial"/>
          <w:sz w:val="20"/>
          <w:szCs w:val="20"/>
        </w:rPr>
        <w:t xml:space="preserve">zákona č. 134/2016 Sb., </w:t>
      </w:r>
      <w:r w:rsidR="00A004B7" w:rsidRPr="006F57EF">
        <w:rPr>
          <w:rFonts w:ascii="Arial" w:hAnsi="Arial" w:cs="Arial"/>
          <w:sz w:val="20"/>
          <w:szCs w:val="20"/>
        </w:rPr>
        <w:t>o zadávání veřejných zakázek, ve znění pozdějších předpisů</w:t>
      </w:r>
      <w:r w:rsidR="00B63984" w:rsidRPr="006F57EF">
        <w:rPr>
          <w:rFonts w:ascii="Arial" w:hAnsi="Arial" w:cs="Arial"/>
          <w:sz w:val="20"/>
          <w:szCs w:val="20"/>
        </w:rPr>
        <w:t xml:space="preserve">, a v rámci </w:t>
      </w:r>
      <w:r w:rsidR="00657AF1" w:rsidRPr="006F57EF">
        <w:rPr>
          <w:rFonts w:ascii="Arial" w:hAnsi="Arial" w:cs="Arial"/>
          <w:sz w:val="20"/>
          <w:szCs w:val="20"/>
        </w:rPr>
        <w:t>od</w:t>
      </w:r>
      <w:r w:rsidR="006F57EF">
        <w:rPr>
          <w:rFonts w:ascii="Arial" w:hAnsi="Arial" w:cs="Arial"/>
          <w:sz w:val="20"/>
          <w:szCs w:val="20"/>
        </w:rPr>
        <w:t>st. 1 Seznam významných</w:t>
      </w:r>
      <w:bookmarkStart w:id="0" w:name="_GoBack"/>
      <w:bookmarkEnd w:id="0"/>
      <w:r w:rsidR="00657AF1" w:rsidRPr="006F57EF">
        <w:rPr>
          <w:rFonts w:ascii="Arial" w:hAnsi="Arial" w:cs="Arial"/>
          <w:sz w:val="20"/>
          <w:szCs w:val="20"/>
        </w:rPr>
        <w:t xml:space="preserve"> služeb</w:t>
      </w:r>
      <w:r w:rsidR="00B63984" w:rsidRPr="006F57EF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F57EF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F57EF">
        <w:rPr>
          <w:rFonts w:ascii="Arial" w:hAnsi="Arial" w:cs="Arial"/>
          <w:sz w:val="20"/>
          <w:szCs w:val="20"/>
        </w:rPr>
        <w:t>realizovaných</w:t>
      </w:r>
      <w:r w:rsidRPr="006F57EF">
        <w:rPr>
          <w:rFonts w:ascii="Arial" w:hAnsi="Arial" w:cs="Arial"/>
          <w:sz w:val="20"/>
          <w:szCs w:val="20"/>
        </w:rPr>
        <w:t xml:space="preserve"> za </w:t>
      </w:r>
      <w:r w:rsidR="00657AF1" w:rsidRPr="006F57EF">
        <w:rPr>
          <w:rFonts w:ascii="Arial" w:hAnsi="Arial" w:cs="Arial"/>
          <w:sz w:val="20"/>
          <w:szCs w:val="20"/>
        </w:rPr>
        <w:t>poslední</w:t>
      </w:r>
      <w:r w:rsidRPr="006F57EF">
        <w:rPr>
          <w:rFonts w:ascii="Arial" w:hAnsi="Arial" w:cs="Arial"/>
          <w:sz w:val="20"/>
          <w:szCs w:val="20"/>
        </w:rPr>
        <w:t xml:space="preserve"> </w:t>
      </w:r>
      <w:r w:rsidR="006F57EF" w:rsidRPr="006F57EF">
        <w:rPr>
          <w:rFonts w:ascii="Arial" w:hAnsi="Arial" w:cs="Arial"/>
          <w:sz w:val="20"/>
          <w:szCs w:val="20"/>
        </w:rPr>
        <w:t>3</w:t>
      </w:r>
      <w:r w:rsidR="00593E12" w:rsidRPr="006F57EF">
        <w:rPr>
          <w:rFonts w:ascii="Arial" w:hAnsi="Arial" w:cs="Arial"/>
          <w:sz w:val="20"/>
          <w:szCs w:val="20"/>
        </w:rPr>
        <w:t xml:space="preserve"> rok</w:t>
      </w:r>
      <w:r w:rsidR="00AB2A63" w:rsidRPr="006F57EF">
        <w:rPr>
          <w:rFonts w:ascii="Arial" w:hAnsi="Arial" w:cs="Arial"/>
          <w:sz w:val="20"/>
          <w:szCs w:val="20"/>
        </w:rPr>
        <w:t>y</w:t>
      </w:r>
      <w:r w:rsidRPr="006F57EF">
        <w:rPr>
          <w:rFonts w:ascii="Arial" w:hAnsi="Arial" w:cs="Arial"/>
          <w:sz w:val="20"/>
          <w:szCs w:val="20"/>
        </w:rPr>
        <w:t xml:space="preserve"> před</w:t>
      </w:r>
      <w:r w:rsidRPr="00657AF1">
        <w:rPr>
          <w:rFonts w:ascii="Arial" w:hAnsi="Arial" w:cs="Arial"/>
          <w:sz w:val="20"/>
          <w:szCs w:val="20"/>
        </w:rPr>
        <w:t xml:space="preserve">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43EC5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B7AAB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43EC5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43EC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AAB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43EC5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43EC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AA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43EC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43EC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AAB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43EC5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43EC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AA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43EC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43EC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43EC5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B7AA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43EC5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43E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AA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43E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43E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AA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43E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43E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AA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43E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43E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AA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43EC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43E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543EC5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543EC5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543EC5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03E" w:rsidRDefault="0051203E">
      <w:r>
        <w:separator/>
      </w:r>
    </w:p>
  </w:endnote>
  <w:endnote w:type="continuationSeparator" w:id="0">
    <w:p w:rsidR="0051203E" w:rsidRDefault="00512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543EC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03E" w:rsidRDefault="0051203E">
      <w:r>
        <w:separator/>
      </w:r>
    </w:p>
  </w:footnote>
  <w:footnote w:type="continuationSeparator" w:id="0">
    <w:p w:rsidR="0051203E" w:rsidRDefault="00512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543E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752948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6FBABAF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36ED9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32C8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726BA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BE8A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8385A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DA863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4AB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2CE9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328067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C760BD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4A20F5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B74CE4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74E2F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2B2AD8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BAE313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A7CA4F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8CEAC2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528A118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FC8D13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D12B77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542FE1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8FC964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D26BEE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EAE31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0E0C8F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E96AFF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1924D29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B73E3BB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19427A2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DBAB34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68B8FA8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8A8532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000106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4EEE03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9604A59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B5180C1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5E61F9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66E2692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050E82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141A797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83A812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DAEC74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582E6BF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08688F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14AC8D5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DC46066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7F8367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4BE8854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8CC374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1FA6A65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6008B9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64E0B0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E13E933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892265B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11648D7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236A1F8E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DDEC4D9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E81AC416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6629D4E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970738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1908AAA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60CB1D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824AB2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7DAB77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416AA2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2FA7FD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28A96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BA84EF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26A62B9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1ECF54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CE4732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989408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9B6FF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1C155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33446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5860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A692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58B7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A6FA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EA0D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BFFEE5F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EC6FDA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758E400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4C282E1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5C20E1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57CE12F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B7EA74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1D23B5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42AAC66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FEE89E4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890F4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B85B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3EA5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3EEB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2AE8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4A89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AF22E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4485E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3DD43C80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8200B90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DA8A907E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990010B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4B543CAE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63C28A3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C06C851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67105C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094423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975A072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B0AC29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0BC262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FF0E20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0E2FAE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83ED61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576487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CFAC6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07C96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8B48B2FA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D178764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1EEC97D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BFE6550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6DEEB3D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C2EBEC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44A98D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D467AD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13C9A1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980671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2F7CED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D0821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7E51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93A06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9610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BCEF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6468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CC2D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D5B069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39E9C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A70CB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A9AFD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13804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EB699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C82E9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B02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57854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949241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2A8E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834FD1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8CC91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4402D2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E0A969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5EEDBC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F4248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14234A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488CA7E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5EE041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6B760D0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530C445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8850F0D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CAB40CF2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E3CA825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8FA2FE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1770A5D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8EB090E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7194A3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4283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3EA5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6E89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1EDD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24B6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B222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C106B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AC6887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54DF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6AFC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FAF8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C80A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34C58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BCF8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E85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7C8D3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BFAE04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384E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0525C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0A3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88D1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8E4B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62E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7CEF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BA6D1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F1F4E43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E29AEE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B463C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B435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72BC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B4C8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ADA24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A0CF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FCE5A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C554CB2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A7EBD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E21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DA2A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2000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66F2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9D69D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9966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0C31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B2EE0BC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D28D2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9E92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1F43C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EA3D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24DE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6BC9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8253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1201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440D22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CECAB18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A1E90F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C98823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BD81D4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CE5E902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705E53D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3EDA9BC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87E441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0725AFE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1570C8B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1CC0321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47061CE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889C62E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616CDFE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2262808A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C488116E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9008F2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3A647E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146CDC4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1C24F3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726E663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CB70177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8B9A237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236EBFC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4B50902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E73ECFE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3AF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DC0AF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5C2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93A03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7C5F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0E73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561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9E03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763E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203E"/>
    <w:rsid w:val="00515B8D"/>
    <w:rsid w:val="00524391"/>
    <w:rsid w:val="00530405"/>
    <w:rsid w:val="00533E8C"/>
    <w:rsid w:val="0053598A"/>
    <w:rsid w:val="00543594"/>
    <w:rsid w:val="00543EC5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57EF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474"/>
    <w:rsid w:val="008A4E31"/>
    <w:rsid w:val="008B165E"/>
    <w:rsid w:val="008B434C"/>
    <w:rsid w:val="008B5238"/>
    <w:rsid w:val="008B65D7"/>
    <w:rsid w:val="008B7AAB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DD5D3F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14</TotalTime>
  <Pages>2</Pages>
  <Words>394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Havrda Martin</cp:lastModifiedBy>
  <cp:revision>7</cp:revision>
  <cp:lastPrinted>2018-04-18T10:56:00Z</cp:lastPrinted>
  <dcterms:created xsi:type="dcterms:W3CDTF">2019-06-04T09:28:00Z</dcterms:created>
  <dcterms:modified xsi:type="dcterms:W3CDTF">2022-04-28T11:50:00Z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